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D8082" w14:textId="2BA087C6" w:rsidR="00080B1C" w:rsidRPr="006F3536" w:rsidRDefault="00080B1C" w:rsidP="00080B1C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3 zadávací dokumentace</w:t>
      </w:r>
    </w:p>
    <w:p w14:paraId="2AA7EBEC" w14:textId="77777777" w:rsidR="00080B1C" w:rsidRPr="006F3536" w:rsidRDefault="00080B1C" w:rsidP="00080B1C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07127768" w14:textId="77777777" w:rsidR="00080B1C" w:rsidRPr="006F3536" w:rsidRDefault="00080B1C" w:rsidP="00080B1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A7B8CDF" w14:textId="77777777" w:rsidR="00080B1C" w:rsidRPr="006F3536" w:rsidRDefault="00080B1C" w:rsidP="00080B1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20D83AC7" w14:textId="77777777" w:rsidR="00080B1C" w:rsidRPr="006F3536" w:rsidRDefault="00080B1C" w:rsidP="00080B1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2253B01F" w14:textId="77777777" w:rsidR="00080B1C" w:rsidRPr="006F3536" w:rsidRDefault="00080B1C" w:rsidP="00080B1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7F986834" w14:textId="77777777" w:rsidR="00080B1C" w:rsidRPr="006F3536" w:rsidRDefault="00080B1C" w:rsidP="00080B1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14E29605" w14:textId="77777777" w:rsidR="00080B1C" w:rsidRPr="006F3536" w:rsidRDefault="00080B1C" w:rsidP="00080B1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53A1EC7F" w14:textId="77777777" w:rsidR="00080B1C" w:rsidRPr="006F3536" w:rsidRDefault="00080B1C" w:rsidP="00080B1C">
      <w:pPr>
        <w:spacing w:after="0" w:line="240" w:lineRule="auto"/>
        <w:rPr>
          <w:rFonts w:eastAsia="Times New Roman" w:cs="Times New Roman"/>
          <w:lang w:eastAsia="cs-CZ"/>
        </w:rPr>
      </w:pPr>
    </w:p>
    <w:p w14:paraId="05FAA433" w14:textId="2A26B890" w:rsidR="00080B1C" w:rsidRPr="006F3536" w:rsidRDefault="00080B1C" w:rsidP="00080B1C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>
        <w:rPr>
          <w:rFonts w:eastAsia="Times New Roman" w:cs="Times New Roman"/>
          <w:lang w:eastAsia="cs-CZ"/>
        </w:rPr>
        <w:t>nadlimitn</w:t>
      </w:r>
      <w:r w:rsidRPr="006F3536">
        <w:rPr>
          <w:rFonts w:eastAsia="Times New Roman" w:cs="Times New Roman"/>
          <w:lang w:eastAsia="cs-CZ"/>
        </w:rPr>
        <w:t xml:space="preserve">í </w:t>
      </w:r>
      <w:r w:rsidRPr="0058352E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>
        <w:rPr>
          <w:rFonts w:eastAsia="Times New Roman" w:cs="Times New Roman"/>
          <w:b/>
          <w:lang w:eastAsia="cs-CZ"/>
        </w:rPr>
        <w:t>Dodávky hygienických prostředků 2022 - 2023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>
        <w:rPr>
          <w:rFonts w:eastAsia="Times New Roman" w:cs="Times New Roman"/>
          <w:lang w:eastAsia="cs-CZ"/>
        </w:rPr>
        <w:t>č.j.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 w:rsidR="00677522" w:rsidRPr="00677522">
        <w:rPr>
          <w:rFonts w:eastAsia="Times New Roman" w:cs="Times New Roman"/>
          <w:lang w:eastAsia="cs-CZ"/>
        </w:rPr>
        <w:t>20292</w:t>
      </w:r>
      <w:r w:rsidRPr="00677522">
        <w:rPr>
          <w:rFonts w:eastAsia="Times New Roman" w:cs="Times New Roman"/>
          <w:lang w:eastAsia="cs-CZ"/>
        </w:rPr>
        <w:t>/2022</w:t>
      </w:r>
      <w:r>
        <w:rPr>
          <w:rFonts w:eastAsia="Times New Roman" w:cs="Times New Roman"/>
          <w:lang w:eastAsia="cs-CZ"/>
        </w:rPr>
        <w:t xml:space="preserve">-SŽ-GŘ-O8, </w:t>
      </w:r>
      <w:r w:rsidRPr="006F3536">
        <w:rPr>
          <w:rFonts w:eastAsia="Times New Roman" w:cs="Times New Roman"/>
          <w:lang w:eastAsia="cs-CZ"/>
        </w:rPr>
        <w:t xml:space="preserve">tímto čestně prohlašuje, že za poslední 3 roky před zahájením zadávacího řízení </w:t>
      </w:r>
      <w:r w:rsidRPr="0058352E">
        <w:rPr>
          <w:rFonts w:eastAsia="Times New Roman" w:cs="Times New Roman"/>
          <w:lang w:eastAsia="cs-CZ"/>
        </w:rPr>
        <w:t xml:space="preserve">poskytoval </w:t>
      </w:r>
      <w:r w:rsidR="002A12F3">
        <w:rPr>
          <w:rFonts w:eastAsia="Times New Roman" w:cs="Times New Roman"/>
          <w:lang w:eastAsia="cs-CZ"/>
        </w:rPr>
        <w:t>min. 10</w:t>
      </w:r>
      <w:r>
        <w:rPr>
          <w:rFonts w:eastAsia="Times New Roman" w:cs="Times New Roman"/>
          <w:lang w:eastAsia="cs-CZ"/>
        </w:rPr>
        <w:t xml:space="preserve"> </w:t>
      </w:r>
      <w:r w:rsidR="002A12F3">
        <w:rPr>
          <w:rFonts w:eastAsia="Times New Roman" w:cs="Times New Roman"/>
          <w:lang w:eastAsia="cs-CZ"/>
        </w:rPr>
        <w:t xml:space="preserve">významných </w:t>
      </w:r>
      <w:r w:rsidRPr="0058352E">
        <w:rPr>
          <w:rFonts w:eastAsia="Times New Roman" w:cs="Times New Roman"/>
          <w:lang w:eastAsia="cs-CZ"/>
        </w:rPr>
        <w:t>dodá</w:t>
      </w:r>
      <w:r w:rsidR="002A12F3">
        <w:rPr>
          <w:rFonts w:eastAsia="Times New Roman" w:cs="Times New Roman"/>
          <w:lang w:eastAsia="cs-CZ"/>
        </w:rPr>
        <w:t>vek definovaných</w:t>
      </w:r>
      <w:r>
        <w:rPr>
          <w:rFonts w:eastAsia="Times New Roman" w:cs="Times New Roman"/>
          <w:lang w:eastAsia="cs-CZ"/>
        </w:rPr>
        <w:t xml:space="preserve"> v čl. 12</w:t>
      </w:r>
      <w:r w:rsidRPr="0058352E">
        <w:rPr>
          <w:rFonts w:eastAsia="Times New Roman" w:cs="Times New Roman"/>
          <w:lang w:eastAsia="cs-CZ"/>
        </w:rPr>
        <w:t xml:space="preserve">.1. </w:t>
      </w:r>
      <w:r>
        <w:rPr>
          <w:rFonts w:eastAsia="Times New Roman" w:cs="Times New Roman"/>
          <w:lang w:eastAsia="cs-CZ"/>
        </w:rPr>
        <w:t>zadávací dokumentace</w:t>
      </w:r>
      <w:r w:rsidRPr="0058352E">
        <w:rPr>
          <w:rFonts w:eastAsia="Times New Roman" w:cs="Times New Roman"/>
          <w:lang w:eastAsia="cs-CZ"/>
        </w:rPr>
        <w:t xml:space="preserve">, přičemž </w:t>
      </w:r>
      <w:r>
        <w:rPr>
          <w:rFonts w:eastAsia="Times New Roman" w:cs="Times New Roman"/>
          <w:lang w:eastAsia="cs-CZ"/>
        </w:rPr>
        <w:t>každá</w:t>
      </w:r>
      <w:r w:rsidRPr="0058352E">
        <w:rPr>
          <w:rFonts w:eastAsia="Times New Roman" w:cs="Times New Roman"/>
          <w:lang w:eastAsia="cs-CZ"/>
        </w:rPr>
        <w:t xml:space="preserve"> významná dodávka byla v hodnotě </w:t>
      </w:r>
      <w:r>
        <w:rPr>
          <w:rFonts w:eastAsia="Times New Roman" w:cs="Times New Roman"/>
          <w:lang w:eastAsia="cs-CZ"/>
        </w:rPr>
        <w:t>min.</w:t>
      </w:r>
      <w:r w:rsidRPr="0058352E">
        <w:rPr>
          <w:rFonts w:eastAsia="Times New Roman" w:cs="Times New Roman"/>
          <w:lang w:eastAsia="cs-CZ"/>
        </w:rPr>
        <w:t xml:space="preserve"> </w:t>
      </w:r>
      <w:r w:rsidR="002A12F3">
        <w:rPr>
          <w:rFonts w:eastAsia="Times New Roman" w:cs="Times New Roman"/>
          <w:lang w:eastAsia="cs-CZ"/>
        </w:rPr>
        <w:t>1</w:t>
      </w:r>
      <w:bookmarkStart w:id="1" w:name="_GoBack"/>
      <w:bookmarkEnd w:id="1"/>
      <w:r w:rsidRPr="0058352E">
        <w:rPr>
          <w:rFonts w:eastAsia="Times New Roman" w:cs="Times New Roman"/>
          <w:lang w:eastAsia="cs-CZ"/>
        </w:rPr>
        <w:t>00.000,- Kč</w:t>
      </w:r>
      <w:r>
        <w:rPr>
          <w:rFonts w:eastAsia="Times New Roman" w:cs="Times New Roman"/>
          <w:lang w:eastAsia="cs-CZ"/>
        </w:rPr>
        <w:t xml:space="preserve"> bez DPH. </w:t>
      </w:r>
    </w:p>
    <w:p w14:paraId="7B79E6C1" w14:textId="77777777" w:rsidR="00080B1C" w:rsidRPr="006F3536" w:rsidRDefault="00080B1C" w:rsidP="00080B1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080B1C" w:rsidRPr="006F3536" w14:paraId="76CB3334" w14:textId="77777777" w:rsidTr="00956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967D17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3E49A250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</w:t>
            </w:r>
            <w:r>
              <w:rPr>
                <w:rFonts w:eastAsia="Times New Roman" w:cs="Times New Roman"/>
                <w:spacing w:val="-6"/>
                <w:lang w:eastAsia="cs-CZ"/>
              </w:rPr>
              <w:t>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E4B16D" w14:textId="77777777" w:rsidR="00080B1C" w:rsidRPr="006F3536" w:rsidRDefault="00080B1C" w:rsidP="00956C0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dodávky </w:t>
            </w:r>
          </w:p>
          <w:p w14:paraId="45777EAF" w14:textId="77777777" w:rsidR="00080B1C" w:rsidRPr="006F3536" w:rsidRDefault="00080B1C" w:rsidP="00956C0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443E27C" w14:textId="77777777" w:rsidR="00080B1C" w:rsidRPr="006F3536" w:rsidRDefault="00080B1C" w:rsidP="00956C0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B545989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3DFB8FDF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080B1C" w:rsidRPr="006F3536" w14:paraId="4A30F784" w14:textId="77777777" w:rsidTr="00956C0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C783FE2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5C37B3D1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5FFA365C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1D0454AB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80B1C" w:rsidRPr="006F3536" w14:paraId="4816FF89" w14:textId="77777777" w:rsidTr="00956C09">
        <w:trPr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3946329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7EACFE6C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4DA96FF7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783944F2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80B1C" w:rsidRPr="006F3536" w14:paraId="48073F41" w14:textId="77777777" w:rsidTr="00956C09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555FBEB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3EAE3559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3C415C0B" w14:textId="77777777" w:rsidR="00080B1C" w:rsidRPr="006F3536" w:rsidRDefault="00080B1C" w:rsidP="00956C0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3274DB21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80B1C" w:rsidRPr="006F3536" w14:paraId="6FF68DB3" w14:textId="77777777" w:rsidTr="00956C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9127847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49D2990" w14:textId="77777777" w:rsidR="00080B1C" w:rsidRPr="006F3536" w:rsidRDefault="00080B1C" w:rsidP="00956C0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C505720" w14:textId="77777777" w:rsidR="00080B1C" w:rsidRPr="006F3536" w:rsidRDefault="00080B1C" w:rsidP="00956C0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12B29FD" w14:textId="77777777" w:rsidR="00080B1C" w:rsidRPr="006F3536" w:rsidRDefault="00080B1C" w:rsidP="00956C0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0A6EE1C" w14:textId="77777777" w:rsidR="00080B1C" w:rsidRPr="006F3536" w:rsidRDefault="00080B1C" w:rsidP="00080B1C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7F0984B4" w14:textId="77777777" w:rsidR="00080B1C" w:rsidRPr="006F3536" w:rsidRDefault="00080B1C" w:rsidP="00080B1C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34FA1C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2A6BBC72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022924B4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F71C535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AA78ED2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91EF5EB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53CCF3DD" w14:textId="77777777" w:rsidR="00080B1C" w:rsidRPr="006F3536" w:rsidRDefault="00080B1C" w:rsidP="00080B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5E4BDB2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12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2B9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50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F235F03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12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C03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4AA9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80B1C"/>
    <w:rsid w:val="000E23A7"/>
    <w:rsid w:val="0010693F"/>
    <w:rsid w:val="00113FF8"/>
    <w:rsid w:val="00114472"/>
    <w:rsid w:val="001550BC"/>
    <w:rsid w:val="001605B9"/>
    <w:rsid w:val="00164C64"/>
    <w:rsid w:val="001708F9"/>
    <w:rsid w:val="00170EC5"/>
    <w:rsid w:val="001747C1"/>
    <w:rsid w:val="00184743"/>
    <w:rsid w:val="00207DF5"/>
    <w:rsid w:val="00280E07"/>
    <w:rsid w:val="002A12F3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50569"/>
    <w:rsid w:val="00660AD3"/>
    <w:rsid w:val="00677522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483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1D43AD9-6320-42DB-A246-7249C71F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</cp:lastModifiedBy>
  <cp:revision>4</cp:revision>
  <cp:lastPrinted>2022-04-21T08:40:00Z</cp:lastPrinted>
  <dcterms:created xsi:type="dcterms:W3CDTF">2022-02-28T10:03:00Z</dcterms:created>
  <dcterms:modified xsi:type="dcterms:W3CDTF">2022-04-21T08:40:00Z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